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08" w:rsidRPr="00854470" w:rsidRDefault="00372108" w:rsidP="00216269">
      <w:pPr>
        <w:jc w:val="center"/>
        <w:rPr>
          <w:b/>
          <w:color w:val="000000"/>
          <w:sz w:val="28"/>
          <w:szCs w:val="28"/>
        </w:rPr>
      </w:pPr>
      <w:r w:rsidRPr="00854470">
        <w:rPr>
          <w:b/>
          <w:color w:val="000000"/>
          <w:sz w:val="28"/>
          <w:szCs w:val="28"/>
        </w:rPr>
        <w:t xml:space="preserve">Звіт про надходження до </w:t>
      </w:r>
    </w:p>
    <w:p w:rsidR="00372108" w:rsidRPr="00854470" w:rsidRDefault="00372108" w:rsidP="0021626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Пологівської ОДПІ </w:t>
      </w:r>
      <w:bookmarkStart w:id="0" w:name="_GoBack"/>
      <w:bookmarkEnd w:id="0"/>
      <w:r w:rsidRPr="00854470">
        <w:rPr>
          <w:b/>
          <w:color w:val="000000"/>
          <w:sz w:val="28"/>
          <w:szCs w:val="28"/>
        </w:rPr>
        <w:t xml:space="preserve">ГУ ДФС у Запорізькій області </w:t>
      </w:r>
    </w:p>
    <w:p w:rsidR="00372108" w:rsidRPr="00854470" w:rsidRDefault="00372108" w:rsidP="00216269">
      <w:pPr>
        <w:ind w:firstLine="720"/>
        <w:jc w:val="both"/>
        <w:rPr>
          <w:b/>
          <w:color w:val="000000"/>
          <w:sz w:val="28"/>
          <w:szCs w:val="28"/>
        </w:rPr>
      </w:pPr>
      <w:r w:rsidRPr="00854470">
        <w:rPr>
          <w:b/>
          <w:color w:val="000000"/>
          <w:sz w:val="28"/>
          <w:szCs w:val="28"/>
        </w:rPr>
        <w:t>запитів на отримання публічної інформації станом на 01.06.2016</w:t>
      </w:r>
    </w:p>
    <w:p w:rsidR="00372108" w:rsidRPr="00854470" w:rsidRDefault="00372108" w:rsidP="00216269">
      <w:pPr>
        <w:widowControl w:val="0"/>
        <w:tabs>
          <w:tab w:val="left" w:pos="720"/>
        </w:tabs>
        <w:ind w:firstLine="567"/>
        <w:jc w:val="both"/>
        <w:rPr>
          <w:color w:val="000000"/>
          <w:sz w:val="28"/>
          <w:szCs w:val="28"/>
        </w:rPr>
      </w:pPr>
    </w:p>
    <w:p w:rsidR="00372108" w:rsidRPr="004971E2" w:rsidRDefault="00372108" w:rsidP="00880449">
      <w:pPr>
        <w:widowControl w:val="0"/>
        <w:tabs>
          <w:tab w:val="left" w:pos="720"/>
        </w:tabs>
        <w:ind w:firstLine="567"/>
        <w:jc w:val="both"/>
        <w:rPr>
          <w:bCs/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З метою забезпечення прозорості та відкритості своєї діяльності, реалізації права кожного на доступ до публічної інформації</w:t>
      </w:r>
      <w:r w:rsidRPr="004971E2">
        <w:rPr>
          <w:bCs/>
          <w:color w:val="000000"/>
          <w:sz w:val="28"/>
          <w:szCs w:val="28"/>
        </w:rPr>
        <w:t xml:space="preserve">, </w:t>
      </w:r>
      <w:r w:rsidRPr="004971E2">
        <w:rPr>
          <w:color w:val="000000"/>
          <w:sz w:val="28"/>
          <w:szCs w:val="28"/>
        </w:rPr>
        <w:t xml:space="preserve">надання інформації за запитами відповідно до Закону України </w:t>
      </w:r>
      <w:r w:rsidRPr="004971E2">
        <w:rPr>
          <w:bCs/>
          <w:color w:val="000000"/>
          <w:sz w:val="28"/>
          <w:szCs w:val="28"/>
        </w:rPr>
        <w:t>„Про доступ до публічної інформації” (далі – Закон)</w:t>
      </w:r>
      <w:r>
        <w:rPr>
          <w:bCs/>
          <w:color w:val="000000"/>
          <w:sz w:val="28"/>
          <w:szCs w:val="28"/>
        </w:rPr>
        <w:t xml:space="preserve"> Пологівською ОДПІ</w:t>
      </w:r>
      <w:r w:rsidRPr="004971E2">
        <w:rPr>
          <w:bCs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>ГУ ДФС у Запорізькій області</w:t>
      </w:r>
      <w:r w:rsidRPr="004971E2">
        <w:rPr>
          <w:b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 xml:space="preserve">забезпечено розгляд документів щодо надання публічної інформації відповідно до Закону, які надійшли поштою, електронною поштою, факсом, телефоном. </w:t>
      </w:r>
    </w:p>
    <w:p w:rsidR="00372108" w:rsidRDefault="00372108" w:rsidP="00880449">
      <w:pPr>
        <w:ind w:firstLine="720"/>
        <w:jc w:val="both"/>
        <w:rPr>
          <w:bCs/>
          <w:color w:val="000000"/>
          <w:sz w:val="28"/>
          <w:szCs w:val="28"/>
        </w:rPr>
      </w:pPr>
    </w:p>
    <w:p w:rsidR="00372108" w:rsidRPr="004971E2" w:rsidRDefault="00372108" w:rsidP="00880449">
      <w:pPr>
        <w:ind w:firstLine="720"/>
        <w:jc w:val="both"/>
        <w:rPr>
          <w:color w:val="000000"/>
          <w:sz w:val="28"/>
          <w:szCs w:val="28"/>
        </w:rPr>
      </w:pPr>
      <w:r w:rsidRPr="004971E2">
        <w:rPr>
          <w:bCs/>
          <w:color w:val="000000"/>
          <w:sz w:val="28"/>
          <w:szCs w:val="28"/>
        </w:rPr>
        <w:t>Так, станом на 01.0</w:t>
      </w:r>
      <w:r>
        <w:rPr>
          <w:bCs/>
          <w:color w:val="000000"/>
          <w:sz w:val="28"/>
          <w:szCs w:val="28"/>
        </w:rPr>
        <w:t>6</w:t>
      </w:r>
      <w:r w:rsidRPr="004971E2">
        <w:rPr>
          <w:bCs/>
          <w:color w:val="000000"/>
          <w:sz w:val="28"/>
          <w:szCs w:val="28"/>
        </w:rPr>
        <w:t>.2016 з початку року</w:t>
      </w:r>
      <w:r w:rsidRPr="004971E2">
        <w:rPr>
          <w:color w:val="000000"/>
          <w:sz w:val="28"/>
          <w:szCs w:val="28"/>
        </w:rPr>
        <w:t xml:space="preserve">  до</w:t>
      </w:r>
      <w:r>
        <w:rPr>
          <w:color w:val="000000"/>
          <w:sz w:val="28"/>
          <w:szCs w:val="28"/>
        </w:rPr>
        <w:t xml:space="preserve"> Пологівської ОДПІ</w:t>
      </w:r>
      <w:r w:rsidRPr="004971E2">
        <w:rPr>
          <w:color w:val="000000"/>
          <w:sz w:val="28"/>
          <w:szCs w:val="28"/>
        </w:rPr>
        <w:t xml:space="preserve">  ГУ ДФС у Запорізькій області </w:t>
      </w:r>
      <w:r>
        <w:rPr>
          <w:color w:val="000000"/>
          <w:sz w:val="28"/>
          <w:szCs w:val="28"/>
        </w:rPr>
        <w:t>4</w:t>
      </w:r>
      <w:r w:rsidRPr="004971E2">
        <w:rPr>
          <w:bCs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>таких</w:t>
      </w:r>
      <w:r w:rsidRPr="004971E2">
        <w:rPr>
          <w:b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 xml:space="preserve">документів, в т.ч. </w:t>
      </w:r>
      <w:r>
        <w:rPr>
          <w:color w:val="000000"/>
          <w:sz w:val="28"/>
          <w:szCs w:val="28"/>
        </w:rPr>
        <w:t>1</w:t>
      </w:r>
      <w:r w:rsidRPr="004971E2">
        <w:rPr>
          <w:color w:val="000000"/>
          <w:sz w:val="28"/>
          <w:szCs w:val="28"/>
        </w:rPr>
        <w:t xml:space="preserve"> запит отримано поштою,  </w:t>
      </w:r>
      <w:r>
        <w:rPr>
          <w:color w:val="000000"/>
          <w:sz w:val="28"/>
          <w:szCs w:val="28"/>
        </w:rPr>
        <w:t>3</w:t>
      </w:r>
      <w:r w:rsidRPr="004971E2">
        <w:rPr>
          <w:color w:val="000000"/>
          <w:sz w:val="28"/>
          <w:szCs w:val="28"/>
        </w:rPr>
        <w:t xml:space="preserve"> – електронною поштою.</w:t>
      </w:r>
    </w:p>
    <w:p w:rsidR="00372108" w:rsidRPr="004971E2" w:rsidRDefault="00372108" w:rsidP="00880449">
      <w:pPr>
        <w:ind w:firstLine="720"/>
        <w:jc w:val="both"/>
        <w:rPr>
          <w:color w:val="000000"/>
          <w:sz w:val="28"/>
          <w:szCs w:val="28"/>
        </w:rPr>
      </w:pPr>
    </w:p>
    <w:p w:rsidR="00372108" w:rsidRPr="00854470" w:rsidRDefault="00372108" w:rsidP="00880449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Проведений аналіз статусу запитувачів свідчить, що до </w:t>
      </w:r>
      <w:r>
        <w:rPr>
          <w:color w:val="000000"/>
          <w:sz w:val="28"/>
          <w:szCs w:val="28"/>
        </w:rPr>
        <w:t xml:space="preserve">Пологівської ОДПІ ГУ </w:t>
      </w:r>
      <w:r w:rsidRPr="00854470">
        <w:rPr>
          <w:color w:val="000000"/>
          <w:sz w:val="28"/>
          <w:szCs w:val="28"/>
        </w:rPr>
        <w:t xml:space="preserve">ДФС у Запорізькій області надійшло </w:t>
      </w:r>
      <w:r>
        <w:rPr>
          <w:color w:val="000000"/>
          <w:sz w:val="28"/>
          <w:szCs w:val="28"/>
        </w:rPr>
        <w:t>2</w:t>
      </w:r>
      <w:r w:rsidRPr="00854470">
        <w:rPr>
          <w:color w:val="000000"/>
          <w:sz w:val="28"/>
          <w:szCs w:val="28"/>
        </w:rPr>
        <w:t xml:space="preserve"> запит</w:t>
      </w:r>
      <w:r>
        <w:rPr>
          <w:color w:val="000000"/>
          <w:sz w:val="28"/>
          <w:szCs w:val="28"/>
        </w:rPr>
        <w:t>и</w:t>
      </w:r>
      <w:r w:rsidRPr="00854470">
        <w:rPr>
          <w:color w:val="000000"/>
          <w:sz w:val="28"/>
          <w:szCs w:val="28"/>
        </w:rPr>
        <w:t xml:space="preserve"> від фізичних осіб,  </w:t>
      </w:r>
      <w:r>
        <w:rPr>
          <w:color w:val="000000"/>
          <w:sz w:val="28"/>
          <w:szCs w:val="28"/>
        </w:rPr>
        <w:t>1</w:t>
      </w:r>
      <w:r w:rsidRPr="00854470">
        <w:rPr>
          <w:color w:val="000000"/>
          <w:sz w:val="28"/>
          <w:szCs w:val="28"/>
        </w:rPr>
        <w:t xml:space="preserve"> – від об’єднань громадян,  1- </w:t>
      </w:r>
      <w:r w:rsidRPr="00F0539E">
        <w:rPr>
          <w:color w:val="000000"/>
          <w:sz w:val="28"/>
          <w:szCs w:val="28"/>
        </w:rPr>
        <w:t>від інших органів виконавчої влади</w:t>
      </w:r>
      <w:r w:rsidRPr="00854470">
        <w:rPr>
          <w:color w:val="000000"/>
          <w:sz w:val="28"/>
          <w:szCs w:val="28"/>
        </w:rPr>
        <w:t>.</w:t>
      </w:r>
    </w:p>
    <w:p w:rsidR="00372108" w:rsidRPr="004971E2" w:rsidRDefault="00372108" w:rsidP="00880449">
      <w:pPr>
        <w:ind w:firstLine="540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Запитувачі, зокрема зверталися з проханням надати інформацію щодо:</w:t>
      </w:r>
    </w:p>
    <w:p w:rsidR="00372108" w:rsidRPr="004971E2" w:rsidRDefault="00372108" w:rsidP="00880449">
      <w:pPr>
        <w:pStyle w:val="NormalWeb"/>
        <w:tabs>
          <w:tab w:val="left" w:pos="3585"/>
        </w:tabs>
        <w:spacing w:before="0" w:after="0"/>
        <w:ind w:firstLine="540"/>
        <w:jc w:val="both"/>
        <w:rPr>
          <w:color w:val="000000"/>
          <w:sz w:val="28"/>
          <w:szCs w:val="28"/>
          <w:lang w:val="uk-UA"/>
        </w:rPr>
      </w:pPr>
      <w:r w:rsidRPr="004971E2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отриманих доходів</w:t>
      </w:r>
      <w:r w:rsidRPr="004971E2">
        <w:rPr>
          <w:color w:val="000000"/>
          <w:sz w:val="28"/>
          <w:szCs w:val="28"/>
          <w:lang w:val="uk-UA"/>
        </w:rPr>
        <w:t>;</w:t>
      </w:r>
    </w:p>
    <w:p w:rsidR="00372108" w:rsidRPr="004971E2" w:rsidRDefault="00372108" w:rsidP="00880449">
      <w:pPr>
        <w:pStyle w:val="NormalWeb"/>
        <w:spacing w:before="0" w:after="0"/>
        <w:ind w:firstLine="540"/>
        <w:jc w:val="both"/>
        <w:rPr>
          <w:color w:val="000000"/>
          <w:sz w:val="28"/>
          <w:szCs w:val="28"/>
          <w:lang w:val="uk-UA"/>
        </w:rPr>
      </w:pPr>
      <w:r w:rsidRPr="004971E2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кількість платників ЄСВ</w:t>
      </w:r>
      <w:r w:rsidRPr="004971E2">
        <w:rPr>
          <w:color w:val="000000"/>
          <w:sz w:val="28"/>
          <w:szCs w:val="28"/>
          <w:lang w:val="uk-UA"/>
        </w:rPr>
        <w:t>;</w:t>
      </w:r>
    </w:p>
    <w:p w:rsidR="00372108" w:rsidRPr="004971E2" w:rsidRDefault="00372108" w:rsidP="00880449">
      <w:pPr>
        <w:pStyle w:val="NormalWeb"/>
        <w:spacing w:before="0" w:after="0"/>
        <w:ind w:firstLine="540"/>
        <w:jc w:val="both"/>
        <w:rPr>
          <w:color w:val="000000"/>
          <w:sz w:val="28"/>
          <w:szCs w:val="28"/>
          <w:lang w:val="uk-UA"/>
        </w:rPr>
      </w:pPr>
      <w:r w:rsidRPr="004971E2">
        <w:rPr>
          <w:color w:val="000000"/>
          <w:sz w:val="28"/>
          <w:szCs w:val="28"/>
          <w:lang w:val="uk-UA"/>
        </w:rPr>
        <w:t>- стану надходження податків та митних платежів до бюджетів України;</w:t>
      </w:r>
    </w:p>
    <w:p w:rsidR="00372108" w:rsidRPr="004971E2" w:rsidRDefault="00372108" w:rsidP="00880449">
      <w:pPr>
        <w:pStyle w:val="NormalWeb"/>
        <w:spacing w:before="0" w:after="0"/>
        <w:ind w:firstLine="540"/>
        <w:jc w:val="both"/>
        <w:rPr>
          <w:color w:val="000000"/>
          <w:sz w:val="28"/>
          <w:szCs w:val="28"/>
          <w:lang w:val="uk-UA"/>
        </w:rPr>
      </w:pPr>
      <w:r w:rsidRPr="004971E2">
        <w:rPr>
          <w:color w:val="000000"/>
          <w:sz w:val="28"/>
          <w:szCs w:val="28"/>
          <w:lang w:val="uk-UA"/>
        </w:rPr>
        <w:t>- іншу податкову та митну інформацію.</w:t>
      </w:r>
    </w:p>
    <w:p w:rsidR="00372108" w:rsidRPr="004971E2" w:rsidRDefault="00372108" w:rsidP="00880449">
      <w:pPr>
        <w:ind w:firstLine="720"/>
        <w:jc w:val="both"/>
        <w:rPr>
          <w:color w:val="000000"/>
          <w:sz w:val="28"/>
          <w:szCs w:val="28"/>
        </w:rPr>
      </w:pPr>
    </w:p>
    <w:p w:rsidR="00372108" w:rsidRPr="00854470" w:rsidRDefault="00372108" w:rsidP="00880449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За наслідками розгляду запитів:</w:t>
      </w:r>
    </w:p>
    <w:p w:rsidR="00372108" w:rsidRPr="00854470" w:rsidRDefault="00372108" w:rsidP="00880449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- по </w:t>
      </w:r>
      <w:r>
        <w:rPr>
          <w:color w:val="000000"/>
          <w:sz w:val="28"/>
          <w:szCs w:val="28"/>
        </w:rPr>
        <w:t>1</w:t>
      </w:r>
      <w:r w:rsidRPr="00854470">
        <w:rPr>
          <w:color w:val="000000"/>
          <w:sz w:val="28"/>
          <w:szCs w:val="28"/>
        </w:rPr>
        <w:t xml:space="preserve"> запит</w:t>
      </w:r>
      <w:r>
        <w:rPr>
          <w:color w:val="000000"/>
          <w:sz w:val="28"/>
          <w:szCs w:val="28"/>
        </w:rPr>
        <w:t>у д</w:t>
      </w:r>
      <w:r w:rsidRPr="00FF3327">
        <w:rPr>
          <w:color w:val="000000"/>
          <w:sz w:val="28"/>
          <w:szCs w:val="28"/>
        </w:rPr>
        <w:t xml:space="preserve">ано </w:t>
      </w:r>
      <w:r w:rsidRPr="00854470">
        <w:rPr>
          <w:color w:val="000000"/>
          <w:sz w:val="28"/>
          <w:szCs w:val="28"/>
        </w:rPr>
        <w:t>роз’яснення</w:t>
      </w:r>
      <w:r w:rsidRPr="00FF3327">
        <w:rPr>
          <w:color w:val="000000"/>
          <w:sz w:val="28"/>
          <w:szCs w:val="28"/>
        </w:rPr>
        <w:t xml:space="preserve">, що запитувана інформація не відноситься до публічної та </w:t>
      </w:r>
      <w:r w:rsidRPr="00854470">
        <w:rPr>
          <w:color w:val="000000"/>
          <w:sz w:val="28"/>
          <w:szCs w:val="28"/>
        </w:rPr>
        <w:t>роз’яснен</w:t>
      </w:r>
      <w:r>
        <w:rPr>
          <w:color w:val="000000"/>
          <w:sz w:val="28"/>
          <w:szCs w:val="28"/>
        </w:rPr>
        <w:t>ено</w:t>
      </w:r>
      <w:r w:rsidRPr="00FF33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FF3327">
        <w:rPr>
          <w:color w:val="000000"/>
          <w:sz w:val="28"/>
          <w:szCs w:val="28"/>
        </w:rPr>
        <w:t>орядок отримання довідки про доходи з ЦБД</w:t>
      </w:r>
      <w:r w:rsidRPr="00854470">
        <w:rPr>
          <w:color w:val="000000"/>
          <w:sz w:val="28"/>
          <w:szCs w:val="28"/>
        </w:rPr>
        <w:t>;</w:t>
      </w:r>
    </w:p>
    <w:p w:rsidR="00372108" w:rsidRPr="00854470" w:rsidRDefault="00372108" w:rsidP="00880449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- на </w:t>
      </w:r>
      <w:r>
        <w:rPr>
          <w:color w:val="000000"/>
          <w:sz w:val="28"/>
          <w:szCs w:val="28"/>
        </w:rPr>
        <w:t>3</w:t>
      </w:r>
      <w:r w:rsidRPr="00854470">
        <w:rPr>
          <w:color w:val="000000"/>
          <w:sz w:val="28"/>
          <w:szCs w:val="28"/>
        </w:rPr>
        <w:t xml:space="preserve"> запит</w:t>
      </w:r>
      <w:r>
        <w:rPr>
          <w:color w:val="000000"/>
          <w:sz w:val="28"/>
          <w:szCs w:val="28"/>
        </w:rPr>
        <w:t>ам</w:t>
      </w:r>
      <w:r w:rsidRPr="00854470">
        <w:rPr>
          <w:color w:val="000000"/>
          <w:sz w:val="28"/>
          <w:szCs w:val="28"/>
        </w:rPr>
        <w:t xml:space="preserve"> надано інформацію;</w:t>
      </w:r>
    </w:p>
    <w:p w:rsidR="00372108" w:rsidRDefault="00372108" w:rsidP="00216269">
      <w:pPr>
        <w:ind w:firstLine="567"/>
        <w:jc w:val="both"/>
        <w:rPr>
          <w:b/>
          <w:color w:val="000000"/>
          <w:sz w:val="28"/>
          <w:szCs w:val="28"/>
          <w:u w:val="single"/>
        </w:rPr>
      </w:pPr>
    </w:p>
    <w:p w:rsidR="00372108" w:rsidRPr="00854470" w:rsidRDefault="00372108" w:rsidP="00216269">
      <w:pPr>
        <w:ind w:firstLine="567"/>
        <w:jc w:val="both"/>
        <w:rPr>
          <w:color w:val="000000"/>
          <w:sz w:val="28"/>
          <w:szCs w:val="28"/>
        </w:rPr>
      </w:pPr>
      <w:r w:rsidRPr="00854470">
        <w:rPr>
          <w:b/>
          <w:color w:val="000000"/>
          <w:sz w:val="28"/>
          <w:szCs w:val="28"/>
          <w:u w:val="single"/>
        </w:rPr>
        <w:t>До уваги запитувачів.</w:t>
      </w:r>
      <w:r w:rsidRPr="00854470">
        <w:rPr>
          <w:color w:val="000000"/>
          <w:sz w:val="28"/>
          <w:szCs w:val="28"/>
        </w:rPr>
        <w:t xml:space="preserve"> З моменту набрання чинності Закону України </w:t>
      </w:r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 доступ до публічної інформації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 xml:space="preserve"> можна визначити основні  аспекти реалізації цього Закону, які заслуговують до уваги читачів:</w:t>
      </w:r>
    </w:p>
    <w:p w:rsidR="00372108" w:rsidRPr="00854470" w:rsidRDefault="00372108" w:rsidP="00216269">
      <w:pPr>
        <w:ind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1. Запитувачі інформації ототожнюють такі поняття як запит на отримання публічної інформації, звернення, надання податкової консультації, а також консультації з питань практичного застосування окремих норм законодавства України з питань державної митної справи,</w:t>
      </w:r>
      <w:r w:rsidRPr="00854470">
        <w:rPr>
          <w:b/>
          <w:color w:val="000000"/>
          <w:sz w:val="28"/>
          <w:szCs w:val="28"/>
        </w:rPr>
        <w:t xml:space="preserve"> </w:t>
      </w:r>
      <w:r w:rsidRPr="00854470">
        <w:rPr>
          <w:color w:val="000000"/>
          <w:sz w:val="28"/>
          <w:szCs w:val="28"/>
        </w:rPr>
        <w:t>при цьому дані категорії звернень є різними за наступними ознаками:</w:t>
      </w:r>
    </w:p>
    <w:p w:rsidR="00372108" w:rsidRPr="00854470" w:rsidRDefault="00372108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правовими підставами; </w:t>
      </w:r>
    </w:p>
    <w:p w:rsidR="00372108" w:rsidRPr="00854470" w:rsidRDefault="00372108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визначенням понять;</w:t>
      </w:r>
    </w:p>
    <w:p w:rsidR="00372108" w:rsidRPr="00854470" w:rsidRDefault="00372108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формами; </w:t>
      </w:r>
    </w:p>
    <w:p w:rsidR="00372108" w:rsidRPr="00854470" w:rsidRDefault="00372108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строком розгляду; </w:t>
      </w:r>
    </w:p>
    <w:p w:rsidR="00372108" w:rsidRPr="00854470" w:rsidRDefault="00372108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змістом;</w:t>
      </w:r>
    </w:p>
    <w:p w:rsidR="00372108" w:rsidRPr="00854470" w:rsidRDefault="00372108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вимогами оформлення;</w:t>
      </w:r>
    </w:p>
    <w:p w:rsidR="00372108" w:rsidRPr="00854470" w:rsidRDefault="00372108" w:rsidP="002162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оплатністю  тощо.</w:t>
      </w:r>
    </w:p>
    <w:p w:rsidR="00372108" w:rsidRPr="00854470" w:rsidRDefault="00372108" w:rsidP="00216269">
      <w:pPr>
        <w:ind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2. Згідно із частиною другою статті 2 Закону України </w:t>
      </w:r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 доступ до публічної інформації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 xml:space="preserve"> цей Закон не поширюється на відносини у сфері звернень громадян, які регулюються спеціальним законом, а саме Законом України </w:t>
      </w:r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 звернення громадян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 xml:space="preserve">. </w:t>
      </w:r>
    </w:p>
    <w:p w:rsidR="00372108" w:rsidRPr="00854470" w:rsidRDefault="00372108" w:rsidP="00216269">
      <w:pPr>
        <w:ind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3. Листи, які за змістом є зверненнями громадян (пропозиції, заяви, скарги тощо) мають бути оформлені з дотриманням вимог Закону України </w:t>
      </w:r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 звернення громадян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>.</w:t>
      </w:r>
    </w:p>
    <w:p w:rsidR="00372108" w:rsidRPr="00854470" w:rsidRDefault="00372108" w:rsidP="00216269">
      <w:pPr>
        <w:ind w:firstLine="567"/>
        <w:jc w:val="both"/>
        <w:rPr>
          <w:color w:val="000000"/>
        </w:rPr>
      </w:pPr>
      <w:r w:rsidRPr="00854470">
        <w:rPr>
          <w:color w:val="000000"/>
          <w:sz w:val="28"/>
          <w:szCs w:val="28"/>
        </w:rPr>
        <w:t xml:space="preserve">4. Запит на отримання публічної інформації має відповідати вимогам статтей 1 та 19 Закону України </w:t>
      </w:r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 доступ до публічної інформації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>.</w:t>
      </w:r>
    </w:p>
    <w:p w:rsidR="00372108" w:rsidRDefault="00372108"/>
    <w:sectPr w:rsidR="00372108" w:rsidSect="00EB2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6269"/>
    <w:rsid w:val="00216269"/>
    <w:rsid w:val="002B1635"/>
    <w:rsid w:val="00372108"/>
    <w:rsid w:val="004971E2"/>
    <w:rsid w:val="00854470"/>
    <w:rsid w:val="00872A53"/>
    <w:rsid w:val="00880449"/>
    <w:rsid w:val="00911552"/>
    <w:rsid w:val="00CB0426"/>
    <w:rsid w:val="00EB2D59"/>
    <w:rsid w:val="00F0539E"/>
    <w:rsid w:val="00FF3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26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16269"/>
    <w:pPr>
      <w:suppressAutoHyphens/>
      <w:spacing w:before="280" w:after="280"/>
    </w:pPr>
    <w:rPr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383</Words>
  <Characters>2187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Анна Владимировна</dc:creator>
  <cp:keywords/>
  <dc:description/>
  <cp:lastModifiedBy>u11-prigoda</cp:lastModifiedBy>
  <cp:revision>4</cp:revision>
  <dcterms:created xsi:type="dcterms:W3CDTF">2016-06-15T14:31:00Z</dcterms:created>
  <dcterms:modified xsi:type="dcterms:W3CDTF">2016-06-22T14:09:00Z</dcterms:modified>
</cp:coreProperties>
</file>